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18D25F90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7281C4C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3A61A59A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A8C385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517A9DE0" w14:textId="77777777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1AC815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0418B017" w14:textId="77777777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680788D1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196CA070" w14:textId="77777777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422826FD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4EF9874F" w14:textId="77777777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753AB12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6CF31" w14:textId="77777777" w:rsidR="0092091D" w:rsidRDefault="0092091D" w:rsidP="009209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ED77C2B" w14:textId="4E41EAF2" w:rsidR="0092091D" w:rsidRDefault="00291444" w:rsidP="009209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přístavba schodiště – cpa delfín</w:t>
            </w:r>
            <w:bookmarkStart w:id="0" w:name="_GoBack"/>
            <w:bookmarkEnd w:id="0"/>
          </w:p>
          <w:p w14:paraId="3BC350A4" w14:textId="77777777" w:rsidR="000C5AE1" w:rsidRPr="0025072A" w:rsidRDefault="000C5AE1" w:rsidP="00AE25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5AE1" w:rsidRPr="003D1519" w14:paraId="6192A174" w14:textId="77777777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5C8B279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39E75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70E424B6" w14:textId="77777777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14:paraId="5148CCC3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5EB0A61B" w14:textId="77777777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14:paraId="7B614C14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2F98EBA1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9E149FA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DFD271" w14:textId="77777777"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14:paraId="5CA48FCD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8944A45" w14:textId="77777777"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1F72F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14:paraId="4319CF93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02DA17C" w14:textId="77777777"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8EF1B" w14:textId="77777777" w:rsidR="00B34B92" w:rsidRPr="00B34B92" w:rsidRDefault="00B34B92" w:rsidP="007136D3">
            <w:pPr>
              <w:rPr>
                <w:szCs w:val="20"/>
              </w:rPr>
            </w:pPr>
            <w:r w:rsidRPr="00B34B92">
              <w:rPr>
                <w:szCs w:val="20"/>
              </w:rPr>
              <w:t>71</w:t>
            </w:r>
            <w:r w:rsidR="007136D3">
              <w:rPr>
                <w:szCs w:val="20"/>
              </w:rPr>
              <w:t>1</w:t>
            </w:r>
            <w:r w:rsidRPr="00B34B92">
              <w:rPr>
                <w:szCs w:val="20"/>
              </w:rPr>
              <w:t>77108</w:t>
            </w:r>
          </w:p>
        </w:tc>
      </w:tr>
      <w:tr w:rsidR="00B34B92" w:rsidRPr="003D1519" w14:paraId="27F964E4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2267" w14:textId="77777777"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5DA7C0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14:paraId="74689FB8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5A04723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5C80F" w14:textId="77777777"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14:paraId="75B23705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CC43F7E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4A31C" w14:textId="77777777"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14:paraId="36CF81F5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0F5B07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7F32DF" w14:textId="77777777"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14:paraId="5258C1E6" w14:textId="77777777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14:paraId="51B9720A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4E1800B4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2136D59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6AC2D" w14:textId="063155F2" w:rsidR="000C5AE1" w:rsidRPr="00F03382" w:rsidRDefault="000C5AE1" w:rsidP="001B20DB"/>
        </w:tc>
      </w:tr>
      <w:tr w:rsidR="000C5AE1" w:rsidRPr="003D1519" w14:paraId="3679ABD2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9DFE8BD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04AFD" w14:textId="2AEA93FE" w:rsidR="000C5AE1" w:rsidRDefault="000C5AE1" w:rsidP="001B20DB"/>
        </w:tc>
      </w:tr>
      <w:tr w:rsidR="000C5AE1" w:rsidRPr="003D1519" w14:paraId="1870D8ED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4C15DF2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DF1C5" w14:textId="3AE522B7" w:rsidR="000C5AE1" w:rsidRDefault="000C5AE1" w:rsidP="001B20DB"/>
        </w:tc>
      </w:tr>
      <w:tr w:rsidR="000C5AE1" w:rsidRPr="003D1519" w14:paraId="6949A4E9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C3EC51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1B66F5" w14:textId="6F44E823" w:rsidR="000C5AE1" w:rsidRDefault="000C5AE1" w:rsidP="001B20DB"/>
        </w:tc>
      </w:tr>
      <w:tr w:rsidR="000C5AE1" w:rsidRPr="003D1519" w14:paraId="7FE3763D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9486BAA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573D9C" w14:textId="77ADDDE2" w:rsidR="000C5AE1" w:rsidRDefault="000C5AE1" w:rsidP="001B20DB"/>
        </w:tc>
      </w:tr>
      <w:tr w:rsidR="000C5AE1" w:rsidRPr="003D1519" w14:paraId="4B25219C" w14:textId="77777777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543C0A01" w14:textId="77777777"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8AE58" w14:textId="47B49D71" w:rsidR="000C5AE1" w:rsidRDefault="000C5AE1" w:rsidP="001B20DB"/>
        </w:tc>
      </w:tr>
      <w:tr w:rsidR="008C6CE3" w:rsidRPr="003D1519" w14:paraId="023BF0EF" w14:textId="77777777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A874DFD" w14:textId="77777777"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C7C776" w14:textId="713567BD" w:rsidR="008C6CE3" w:rsidRDefault="008C6CE3" w:rsidP="008C6CE3"/>
        </w:tc>
      </w:tr>
      <w:tr w:rsidR="008C6CE3" w:rsidRPr="003D1519" w14:paraId="1F2F0C38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096A5FD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AB859" w14:textId="45ED88DD" w:rsidR="008C6CE3" w:rsidRDefault="008C6CE3" w:rsidP="008C6CE3"/>
        </w:tc>
      </w:tr>
      <w:tr w:rsidR="008C6CE3" w:rsidRPr="003D1519" w14:paraId="2ED7AF7C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AF48AAC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78C984" w14:textId="4F273A1C" w:rsidR="008C6CE3" w:rsidRDefault="008C6CE3" w:rsidP="008C6CE3"/>
        </w:tc>
      </w:tr>
      <w:tr w:rsidR="00B77B7E" w:rsidRPr="003D1519" w14:paraId="36976D16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373FC6B" w14:textId="77777777" w:rsidR="00B77B7E" w:rsidRPr="003D1519" w:rsidRDefault="00B77B7E" w:rsidP="00B77B7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75C94" w14:textId="4E32BB8A" w:rsidR="00B77B7E" w:rsidRDefault="00B77B7E" w:rsidP="00B77B7E"/>
        </w:tc>
      </w:tr>
      <w:tr w:rsidR="00B77B7E" w:rsidRPr="003D1519" w14:paraId="741112A3" w14:textId="77777777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6A40BE3B" w14:textId="77777777" w:rsidR="00B77B7E" w:rsidRPr="003D1519" w:rsidRDefault="00B77B7E" w:rsidP="00B77B7E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0CEC416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4553FD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29B3DC24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B77B7E" w:rsidRPr="003D1519" w14:paraId="6A56B407" w14:textId="77777777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4E04F4F2" w14:textId="77777777" w:rsidR="00B77B7E" w:rsidRPr="002D0F22" w:rsidRDefault="00B77B7E" w:rsidP="00B77B7E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021B63BC" w14:textId="77777777" w:rsidR="00B77B7E" w:rsidRDefault="00B77B7E" w:rsidP="00B77B7E">
            <w:pPr>
              <w:jc w:val="center"/>
            </w:pPr>
          </w:p>
          <w:p w14:paraId="3B2BE83C" w14:textId="148A54FF" w:rsidR="007340A5" w:rsidRPr="007340A5" w:rsidRDefault="007340A5" w:rsidP="007340A5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7925C8" w14:textId="77777777" w:rsidR="00B77B7E" w:rsidRDefault="00B77B7E" w:rsidP="00B77B7E">
            <w:pPr>
              <w:jc w:val="center"/>
            </w:pPr>
          </w:p>
          <w:p w14:paraId="28AB3749" w14:textId="096E5B61" w:rsidR="00B77B7E" w:rsidRPr="00F03382" w:rsidRDefault="00B77B7E" w:rsidP="00B77B7E">
            <w:pPr>
              <w:jc w:val="center"/>
            </w:pP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B74A5E3" w14:textId="77777777" w:rsidR="00B77B7E" w:rsidRPr="00F03382" w:rsidRDefault="00B77B7E" w:rsidP="00B77B7E">
            <w:pPr>
              <w:jc w:val="center"/>
            </w:pPr>
          </w:p>
          <w:p w14:paraId="550CE269" w14:textId="6E6926D5" w:rsidR="00B77B7E" w:rsidRPr="00F03382" w:rsidRDefault="00B77B7E" w:rsidP="00B77B7E">
            <w:pPr>
              <w:jc w:val="center"/>
            </w:pPr>
          </w:p>
        </w:tc>
      </w:tr>
      <w:tr w:rsidR="00B77B7E" w:rsidRPr="003D1519" w14:paraId="4FB01BD4" w14:textId="77777777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14:paraId="1B45613D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B77B7E" w:rsidRPr="003D1519" w14:paraId="02A9DAEE" w14:textId="77777777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2287679" w14:textId="77777777" w:rsidR="00B77B7E" w:rsidRPr="003D1519" w:rsidRDefault="00B77B7E" w:rsidP="00B77B7E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5CD5B" w14:textId="77777777" w:rsidR="00B77B7E" w:rsidRDefault="00B77B7E" w:rsidP="00B77B7E">
            <w:pPr>
              <w:jc w:val="center"/>
              <w:rPr>
                <w:szCs w:val="20"/>
              </w:rPr>
            </w:pPr>
          </w:p>
          <w:p w14:paraId="57B40E40" w14:textId="77777777" w:rsidR="00B77B7E" w:rsidRPr="003D1519" w:rsidRDefault="00B77B7E" w:rsidP="00B77B7E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1938032" w14:textId="77777777" w:rsidR="00B77B7E" w:rsidRPr="003D1519" w:rsidRDefault="00B77B7E" w:rsidP="00B77B7E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B77B7E" w:rsidRPr="003D1519" w14:paraId="29B28A88" w14:textId="77777777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9408AFE" w14:textId="77777777" w:rsidR="00B77B7E" w:rsidRPr="003D1519" w:rsidRDefault="00B77B7E" w:rsidP="00B77B7E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210466" w14:textId="749AB9BE" w:rsidR="00B77B7E" w:rsidRPr="003D1519" w:rsidRDefault="00B77B7E" w:rsidP="00B77B7E">
            <w:pPr>
              <w:rPr>
                <w:szCs w:val="20"/>
              </w:rPr>
            </w:pPr>
          </w:p>
        </w:tc>
      </w:tr>
      <w:tr w:rsidR="00B77B7E" w:rsidRPr="003D1519" w14:paraId="271C649E" w14:textId="77777777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1795634" w14:textId="77777777" w:rsidR="00B77B7E" w:rsidRPr="00153290" w:rsidRDefault="00B77B7E" w:rsidP="00B77B7E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ECD7B7" w14:textId="1CE8C4E5" w:rsidR="00B77B7E" w:rsidRPr="003D1519" w:rsidRDefault="00B77B7E" w:rsidP="00B77B7E">
            <w:pPr>
              <w:rPr>
                <w:szCs w:val="20"/>
              </w:rPr>
            </w:pPr>
          </w:p>
        </w:tc>
      </w:tr>
      <w:tr w:rsidR="00B77B7E" w:rsidRPr="003D1519" w14:paraId="6576FB1F" w14:textId="77777777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74CD2C6" w14:textId="77777777" w:rsidR="00B77B7E" w:rsidRPr="00153290" w:rsidRDefault="00B77B7E" w:rsidP="00B77B7E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3EB373" w14:textId="7071641F" w:rsidR="00B77B7E" w:rsidRPr="003D1519" w:rsidRDefault="00B77B7E" w:rsidP="00B77B7E">
            <w:pPr>
              <w:rPr>
                <w:szCs w:val="20"/>
              </w:rPr>
            </w:pPr>
          </w:p>
        </w:tc>
      </w:tr>
    </w:tbl>
    <w:p w14:paraId="208CC4E2" w14:textId="77777777"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BECD5" w14:textId="77777777" w:rsidR="00DF36AC" w:rsidRDefault="00DF36AC" w:rsidP="00F2328E">
      <w:r>
        <w:separator/>
      </w:r>
    </w:p>
  </w:endnote>
  <w:endnote w:type="continuationSeparator" w:id="0">
    <w:p w14:paraId="1B587BA0" w14:textId="77777777" w:rsidR="00DF36AC" w:rsidRDefault="00DF36AC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FFCD8" w14:textId="77777777"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81352" w14:textId="77777777" w:rsidR="0061461E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9144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EEC6" w14:textId="77777777" w:rsidR="0061461E" w:rsidRPr="000A58AB" w:rsidRDefault="0061461E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B95A1" w14:textId="77777777" w:rsidR="00DF36AC" w:rsidRDefault="00DF36AC" w:rsidP="00F2328E">
      <w:r>
        <w:separator/>
      </w:r>
    </w:p>
  </w:footnote>
  <w:footnote w:type="continuationSeparator" w:id="0">
    <w:p w14:paraId="325F5A5E" w14:textId="77777777" w:rsidR="00DF36AC" w:rsidRDefault="00DF36AC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63105" w14:textId="77777777"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FE123" w14:textId="77777777"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8B756" w14:textId="77777777"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7FF96A6A" wp14:editId="1E7472E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14:paraId="3DEE4006" w14:textId="77777777" w:rsidR="0061461E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73CD0"/>
    <w:rsid w:val="00080212"/>
    <w:rsid w:val="00082A74"/>
    <w:rsid w:val="000925E0"/>
    <w:rsid w:val="000A58AB"/>
    <w:rsid w:val="000B7EBE"/>
    <w:rsid w:val="000C473A"/>
    <w:rsid w:val="000C5AE1"/>
    <w:rsid w:val="000D0185"/>
    <w:rsid w:val="000E2F9E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1444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4E04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E4713"/>
    <w:rsid w:val="005F5DD4"/>
    <w:rsid w:val="0060369A"/>
    <w:rsid w:val="0061461E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136D3"/>
    <w:rsid w:val="00720277"/>
    <w:rsid w:val="00724052"/>
    <w:rsid w:val="007340A5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242F1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091D"/>
    <w:rsid w:val="00921453"/>
    <w:rsid w:val="00933528"/>
    <w:rsid w:val="00934290"/>
    <w:rsid w:val="00950E9E"/>
    <w:rsid w:val="00951D0D"/>
    <w:rsid w:val="00964932"/>
    <w:rsid w:val="00980304"/>
    <w:rsid w:val="00987753"/>
    <w:rsid w:val="009A7AA8"/>
    <w:rsid w:val="009B0F36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5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77B7E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73F7E"/>
    <w:rsid w:val="00D85FB7"/>
    <w:rsid w:val="00DA0A6E"/>
    <w:rsid w:val="00DA3565"/>
    <w:rsid w:val="00DA7E4C"/>
    <w:rsid w:val="00DB3025"/>
    <w:rsid w:val="00DC7DF9"/>
    <w:rsid w:val="00DE3786"/>
    <w:rsid w:val="00DF086C"/>
    <w:rsid w:val="00DF36AC"/>
    <w:rsid w:val="00E00FE2"/>
    <w:rsid w:val="00E035F1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EF5FC7"/>
    <w:rsid w:val="00F03382"/>
    <w:rsid w:val="00F2328E"/>
    <w:rsid w:val="00F31510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582B1B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4BE21-7AA9-4FC6-B5B1-51460EF9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13556058</Template>
  <TotalTime>11</TotalTime>
  <Pages>1</Pages>
  <Words>118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2025-10-22T07:14:00Z</cp:lastPrinted>
  <dcterms:created xsi:type="dcterms:W3CDTF">2024-06-24T07:05:00Z</dcterms:created>
  <dcterms:modified xsi:type="dcterms:W3CDTF">2025-10-22T07:15:00Z</dcterms:modified>
</cp:coreProperties>
</file>